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D3D52" w14:textId="066BF517" w:rsidR="002F0A9C" w:rsidRPr="00156C37" w:rsidRDefault="002F0A9C" w:rsidP="002F0A9C">
      <w:pPr>
        <w:spacing w:line="23" w:lineRule="atLeast"/>
        <w:ind w:left="2484" w:hanging="2626"/>
        <w:rPr>
          <w:rFonts w:cs="Arial"/>
          <w:iCs/>
          <w:sz w:val="20"/>
          <w:szCs w:val="20"/>
        </w:rPr>
      </w:pPr>
      <w:r w:rsidRPr="00156C37">
        <w:rPr>
          <w:rFonts w:cs="Arial"/>
          <w:iCs/>
          <w:sz w:val="20"/>
          <w:szCs w:val="20"/>
        </w:rPr>
        <w:t>ZP.272.</w:t>
      </w:r>
      <w:r w:rsidR="00671A51" w:rsidRPr="00156C37">
        <w:rPr>
          <w:rFonts w:cs="Arial"/>
          <w:iCs/>
          <w:sz w:val="20"/>
          <w:szCs w:val="20"/>
        </w:rPr>
        <w:t>3</w:t>
      </w:r>
      <w:r w:rsidR="004554CE" w:rsidRPr="00156C37">
        <w:rPr>
          <w:rFonts w:cs="Arial"/>
          <w:iCs/>
          <w:sz w:val="20"/>
          <w:szCs w:val="20"/>
        </w:rPr>
        <w:t>3</w:t>
      </w:r>
      <w:r w:rsidRPr="00156C37">
        <w:rPr>
          <w:rFonts w:cs="Arial"/>
          <w:iCs/>
          <w:sz w:val="20"/>
          <w:szCs w:val="20"/>
        </w:rPr>
        <w:t>.202</w:t>
      </w:r>
      <w:r w:rsidR="002E6C02" w:rsidRPr="00156C37">
        <w:rPr>
          <w:rFonts w:cs="Arial"/>
          <w:iCs/>
          <w:sz w:val="20"/>
          <w:szCs w:val="20"/>
        </w:rPr>
        <w:t>5</w:t>
      </w:r>
    </w:p>
    <w:p w14:paraId="1812C433" w14:textId="77777777" w:rsidR="00E2298C" w:rsidRPr="00156C37" w:rsidRDefault="00FA2C29" w:rsidP="000C2176">
      <w:pPr>
        <w:spacing w:line="23" w:lineRule="atLeast"/>
        <w:ind w:left="2484" w:firstLine="348"/>
        <w:jc w:val="right"/>
        <w:rPr>
          <w:rFonts w:cs="Arial"/>
          <w:iCs/>
          <w:sz w:val="20"/>
          <w:szCs w:val="20"/>
        </w:rPr>
      </w:pPr>
      <w:r w:rsidRPr="00156C37">
        <w:rPr>
          <w:rFonts w:cs="Arial"/>
          <w:iCs/>
          <w:sz w:val="20"/>
          <w:szCs w:val="20"/>
        </w:rPr>
        <w:t>Załącznik nr 1 do S</w:t>
      </w:r>
      <w:r w:rsidR="00E2298C" w:rsidRPr="00156C37">
        <w:rPr>
          <w:rFonts w:cs="Arial"/>
          <w:iCs/>
          <w:sz w:val="20"/>
          <w:szCs w:val="20"/>
        </w:rPr>
        <w:t>WZ</w:t>
      </w:r>
    </w:p>
    <w:p w14:paraId="75CE1591" w14:textId="390C5E4F" w:rsidR="000C2176" w:rsidRPr="00156C37" w:rsidRDefault="000C2176" w:rsidP="00101AD3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 w:rsidRPr="00156C37">
        <w:rPr>
          <w:rFonts w:cs="Arial"/>
          <w:sz w:val="20"/>
          <w:szCs w:val="20"/>
        </w:rPr>
        <w:t xml:space="preserve">                                        </w:t>
      </w:r>
    </w:p>
    <w:p w14:paraId="05F21F5E" w14:textId="77777777" w:rsidR="002F0A9C" w:rsidRPr="00156C37" w:rsidRDefault="000C2176" w:rsidP="002F0A9C">
      <w:pPr>
        <w:jc w:val="right"/>
        <w:rPr>
          <w:rFonts w:cs="Arial"/>
          <w:b/>
          <w:bCs/>
          <w:sz w:val="20"/>
          <w:szCs w:val="20"/>
        </w:rPr>
      </w:pPr>
      <w:r w:rsidRPr="00156C37">
        <w:rPr>
          <w:rFonts w:cs="Arial"/>
          <w:sz w:val="20"/>
          <w:szCs w:val="20"/>
        </w:rPr>
        <w:tab/>
      </w:r>
      <w:r w:rsidR="002F0A9C" w:rsidRPr="00156C37">
        <w:rPr>
          <w:rFonts w:cs="Arial"/>
          <w:b/>
          <w:bCs/>
          <w:sz w:val="20"/>
          <w:szCs w:val="20"/>
        </w:rPr>
        <w:t>POWIAT CHOJNICKI</w:t>
      </w:r>
    </w:p>
    <w:p w14:paraId="7BC15BA3" w14:textId="43E57839" w:rsidR="002F0A9C" w:rsidRPr="00156C37" w:rsidRDefault="002F0A9C" w:rsidP="002F0A9C">
      <w:pPr>
        <w:jc w:val="right"/>
        <w:rPr>
          <w:rFonts w:cs="Arial"/>
          <w:b/>
          <w:bCs/>
          <w:sz w:val="20"/>
          <w:szCs w:val="20"/>
        </w:rPr>
      </w:pPr>
      <w:r w:rsidRPr="00156C37">
        <w:rPr>
          <w:rFonts w:cs="Arial"/>
          <w:b/>
          <w:bCs/>
          <w:sz w:val="20"/>
          <w:szCs w:val="20"/>
        </w:rPr>
        <w:t xml:space="preserve"> ul. 31 Stycznia 56 </w:t>
      </w:r>
    </w:p>
    <w:p w14:paraId="091E6D6F" w14:textId="34AA13AB" w:rsidR="002F0A9C" w:rsidRPr="00156C37" w:rsidRDefault="002F0A9C" w:rsidP="002F0A9C">
      <w:pPr>
        <w:jc w:val="right"/>
        <w:rPr>
          <w:rFonts w:cs="Arial"/>
          <w:b/>
          <w:sz w:val="20"/>
          <w:szCs w:val="20"/>
        </w:rPr>
      </w:pPr>
      <w:r w:rsidRPr="00156C37">
        <w:rPr>
          <w:rFonts w:cs="Arial"/>
          <w:b/>
          <w:bCs/>
          <w:sz w:val="20"/>
          <w:szCs w:val="20"/>
        </w:rPr>
        <w:t>89-600 CHOJNICE</w:t>
      </w:r>
      <w:r w:rsidRPr="00156C37">
        <w:rPr>
          <w:rFonts w:cs="Arial"/>
          <w:b/>
          <w:sz w:val="20"/>
          <w:szCs w:val="20"/>
        </w:rPr>
        <w:t xml:space="preserve"> </w:t>
      </w:r>
    </w:p>
    <w:p w14:paraId="42BC9569" w14:textId="77777777" w:rsidR="002F0A9C" w:rsidRPr="00156C37" w:rsidRDefault="002F0A9C" w:rsidP="002F0A9C">
      <w:pPr>
        <w:jc w:val="right"/>
        <w:rPr>
          <w:rFonts w:cs="Arial"/>
          <w:b/>
          <w:sz w:val="20"/>
          <w:szCs w:val="20"/>
        </w:rPr>
      </w:pPr>
    </w:p>
    <w:p w14:paraId="53452091" w14:textId="77777777" w:rsidR="002F0A9C" w:rsidRPr="00156C37" w:rsidRDefault="002F0A9C" w:rsidP="002F0A9C">
      <w:pPr>
        <w:jc w:val="center"/>
        <w:rPr>
          <w:rFonts w:cs="Arial"/>
          <w:b/>
          <w:sz w:val="20"/>
          <w:szCs w:val="20"/>
        </w:rPr>
      </w:pPr>
    </w:p>
    <w:p w14:paraId="0FC6861E" w14:textId="77777777" w:rsidR="00156C37" w:rsidRDefault="00156C37" w:rsidP="002F0A9C">
      <w:pPr>
        <w:jc w:val="center"/>
        <w:rPr>
          <w:rFonts w:cs="Arial"/>
          <w:b/>
          <w:sz w:val="20"/>
          <w:szCs w:val="20"/>
        </w:rPr>
      </w:pPr>
    </w:p>
    <w:p w14:paraId="2056AA69" w14:textId="2329A5B3" w:rsidR="000C2176" w:rsidRDefault="000C2176" w:rsidP="002F0A9C">
      <w:pPr>
        <w:jc w:val="center"/>
        <w:rPr>
          <w:rFonts w:cs="Arial"/>
          <w:b/>
          <w:sz w:val="20"/>
          <w:szCs w:val="20"/>
        </w:rPr>
      </w:pPr>
      <w:r w:rsidRPr="00156C37">
        <w:rPr>
          <w:rFonts w:cs="Arial"/>
          <w:b/>
          <w:sz w:val="20"/>
          <w:szCs w:val="20"/>
        </w:rPr>
        <w:t>FORMULARZ OFERTOWY</w:t>
      </w:r>
    </w:p>
    <w:p w14:paraId="63CFB46A" w14:textId="77777777" w:rsidR="00156C37" w:rsidRPr="00156C37" w:rsidRDefault="00156C37" w:rsidP="002F0A9C">
      <w:pPr>
        <w:jc w:val="center"/>
        <w:rPr>
          <w:rFonts w:cs="Arial"/>
          <w:b/>
          <w:i/>
          <w:sz w:val="20"/>
          <w:szCs w:val="20"/>
        </w:rPr>
      </w:pPr>
    </w:p>
    <w:p w14:paraId="2E9B5AC5" w14:textId="77777777" w:rsidR="00FE1D64" w:rsidRPr="00156C37" w:rsidRDefault="00FE1D64" w:rsidP="00FE1D64">
      <w:pPr>
        <w:rPr>
          <w:sz w:val="20"/>
          <w:szCs w:val="20"/>
          <w:lang w:eastAsia="en-US"/>
        </w:rPr>
      </w:pPr>
    </w:p>
    <w:p w14:paraId="37D4446E" w14:textId="77777777" w:rsidR="000C2176" w:rsidRPr="00156C37" w:rsidRDefault="000C2176" w:rsidP="000C2176">
      <w:pPr>
        <w:rPr>
          <w:rFonts w:cs="Arial"/>
          <w:sz w:val="20"/>
          <w:szCs w:val="20"/>
        </w:rPr>
      </w:pPr>
    </w:p>
    <w:p w14:paraId="6551F1F9" w14:textId="18F6106F" w:rsidR="000C2176" w:rsidRPr="00156C3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156C37">
        <w:rPr>
          <w:rFonts w:cs="Arial"/>
          <w:sz w:val="20"/>
          <w:szCs w:val="20"/>
        </w:rPr>
        <w:t xml:space="preserve">Nazwa Wykonawcy: </w:t>
      </w:r>
    </w:p>
    <w:p w14:paraId="32E13623" w14:textId="77777777" w:rsidR="00FE1D64" w:rsidRPr="00156C37" w:rsidRDefault="00FE1D64" w:rsidP="000C2176">
      <w:pPr>
        <w:spacing w:line="480" w:lineRule="auto"/>
        <w:rPr>
          <w:rFonts w:cs="Arial"/>
          <w:sz w:val="20"/>
          <w:szCs w:val="20"/>
        </w:rPr>
      </w:pPr>
    </w:p>
    <w:p w14:paraId="13BCB846" w14:textId="04E69EF5" w:rsidR="000C2176" w:rsidRPr="00156C3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156C37">
        <w:rPr>
          <w:rFonts w:cs="Arial"/>
          <w:sz w:val="20"/>
          <w:szCs w:val="20"/>
        </w:rPr>
        <w:t>Adres:</w:t>
      </w:r>
    </w:p>
    <w:p w14:paraId="1E6CBFFF" w14:textId="77777777" w:rsidR="00FE1D64" w:rsidRPr="00156C37" w:rsidRDefault="00FE1D64" w:rsidP="000C2176">
      <w:pPr>
        <w:spacing w:line="480" w:lineRule="auto"/>
        <w:rPr>
          <w:rFonts w:cs="Arial"/>
          <w:sz w:val="20"/>
          <w:szCs w:val="20"/>
        </w:rPr>
      </w:pPr>
    </w:p>
    <w:p w14:paraId="3D710C81" w14:textId="04E1D6F0" w:rsidR="00FE1D64" w:rsidRPr="00156C3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156C37">
        <w:rPr>
          <w:rFonts w:cs="Arial"/>
          <w:sz w:val="20"/>
          <w:szCs w:val="20"/>
        </w:rPr>
        <w:t>Województwo</w:t>
      </w:r>
      <w:r w:rsidR="00FE1D64" w:rsidRPr="00156C37">
        <w:rPr>
          <w:rFonts w:cs="Arial"/>
          <w:sz w:val="20"/>
          <w:szCs w:val="20"/>
        </w:rPr>
        <w:t>:</w:t>
      </w:r>
    </w:p>
    <w:p w14:paraId="66FF5F85" w14:textId="77777777" w:rsidR="001534E4" w:rsidRPr="00156C37" w:rsidRDefault="001534E4" w:rsidP="000C2176">
      <w:pPr>
        <w:spacing w:line="480" w:lineRule="auto"/>
        <w:rPr>
          <w:rFonts w:cs="Arial"/>
          <w:sz w:val="20"/>
          <w:szCs w:val="20"/>
        </w:rPr>
      </w:pPr>
    </w:p>
    <w:p w14:paraId="61B2EAEF" w14:textId="61574BA3" w:rsidR="00FE1D64" w:rsidRPr="00156C3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156C37">
        <w:rPr>
          <w:rFonts w:cs="Arial"/>
          <w:sz w:val="20"/>
          <w:szCs w:val="20"/>
        </w:rPr>
        <w:t>Te</w:t>
      </w:r>
      <w:r w:rsidR="00C2361E" w:rsidRPr="00156C37">
        <w:rPr>
          <w:rFonts w:cs="Arial"/>
          <w:sz w:val="20"/>
          <w:szCs w:val="20"/>
        </w:rPr>
        <w:t>lefon:</w:t>
      </w:r>
    </w:p>
    <w:p w14:paraId="1FEAC5B1" w14:textId="77777777" w:rsidR="001534E4" w:rsidRPr="00156C37" w:rsidRDefault="001534E4" w:rsidP="000C2176">
      <w:pPr>
        <w:spacing w:line="480" w:lineRule="auto"/>
        <w:rPr>
          <w:rFonts w:cs="Arial"/>
          <w:sz w:val="20"/>
          <w:szCs w:val="20"/>
        </w:rPr>
      </w:pPr>
    </w:p>
    <w:p w14:paraId="769442B8" w14:textId="0CAEDE43" w:rsidR="00E8370B" w:rsidRPr="00156C3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156C37">
        <w:rPr>
          <w:rFonts w:cs="Arial"/>
          <w:sz w:val="20"/>
          <w:szCs w:val="20"/>
        </w:rPr>
        <w:t>Numer KRS</w:t>
      </w:r>
      <w:r w:rsidR="000C2176" w:rsidRPr="00156C37">
        <w:rPr>
          <w:rFonts w:cs="Arial"/>
          <w:sz w:val="20"/>
          <w:szCs w:val="20"/>
        </w:rPr>
        <w:t>:</w:t>
      </w:r>
    </w:p>
    <w:p w14:paraId="2B916457" w14:textId="77777777" w:rsidR="001534E4" w:rsidRPr="00156C37" w:rsidRDefault="001534E4" w:rsidP="00E8370B">
      <w:pPr>
        <w:spacing w:line="480" w:lineRule="auto"/>
        <w:rPr>
          <w:rFonts w:cs="Arial"/>
          <w:sz w:val="20"/>
          <w:szCs w:val="20"/>
        </w:rPr>
      </w:pPr>
    </w:p>
    <w:p w14:paraId="30D0779E" w14:textId="03C339B2" w:rsidR="000C2176" w:rsidRPr="00156C3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156C37">
        <w:rPr>
          <w:rFonts w:cs="Arial"/>
          <w:sz w:val="20"/>
          <w:szCs w:val="20"/>
        </w:rPr>
        <w:t>NIP:</w:t>
      </w:r>
    </w:p>
    <w:p w14:paraId="73891E34" w14:textId="77777777" w:rsidR="001534E4" w:rsidRPr="00156C37" w:rsidRDefault="001534E4" w:rsidP="000C2176">
      <w:pPr>
        <w:spacing w:line="480" w:lineRule="auto"/>
        <w:rPr>
          <w:rFonts w:cs="Arial"/>
          <w:sz w:val="20"/>
          <w:szCs w:val="20"/>
        </w:rPr>
      </w:pPr>
    </w:p>
    <w:p w14:paraId="4889BC18" w14:textId="6E58A819" w:rsidR="000C2176" w:rsidRPr="00156C3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156C37">
        <w:rPr>
          <w:rFonts w:cs="Arial"/>
          <w:sz w:val="20"/>
          <w:szCs w:val="20"/>
        </w:rPr>
        <w:t xml:space="preserve">e-mail </w:t>
      </w:r>
    </w:p>
    <w:p w14:paraId="5A35C6FC" w14:textId="77777777" w:rsidR="001534E4" w:rsidRPr="00156C37" w:rsidRDefault="001534E4" w:rsidP="000C2176">
      <w:pPr>
        <w:spacing w:line="480" w:lineRule="auto"/>
        <w:rPr>
          <w:rFonts w:cs="Arial"/>
          <w:sz w:val="20"/>
          <w:szCs w:val="20"/>
        </w:rPr>
      </w:pPr>
    </w:p>
    <w:p w14:paraId="6701BA6F" w14:textId="3F5E844D" w:rsidR="000C2176" w:rsidRPr="00156C3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156C37">
        <w:rPr>
          <w:rFonts w:cs="Arial"/>
          <w:sz w:val="20"/>
          <w:szCs w:val="20"/>
        </w:rPr>
        <w:t xml:space="preserve">nr konta Wykonawcy </w:t>
      </w:r>
      <w:r w:rsidR="00FE1D64" w:rsidRPr="00156C37">
        <w:rPr>
          <w:rFonts w:cs="Arial"/>
          <w:sz w:val="20"/>
          <w:szCs w:val="20"/>
        </w:rPr>
        <w:t xml:space="preserve">                                                                                  </w:t>
      </w:r>
      <w:r w:rsidRPr="00156C37">
        <w:rPr>
          <w:rFonts w:cs="Arial"/>
          <w:sz w:val="20"/>
          <w:szCs w:val="20"/>
        </w:rPr>
        <w:t xml:space="preserve"> w banku </w:t>
      </w:r>
    </w:p>
    <w:p w14:paraId="511743DB" w14:textId="77777777" w:rsidR="00FE1D64" w:rsidRPr="00156C37" w:rsidRDefault="00FE1D64" w:rsidP="00671F91">
      <w:pPr>
        <w:widowControl w:val="0"/>
        <w:autoSpaceDE w:val="0"/>
        <w:autoSpaceDN w:val="0"/>
        <w:adjustRightInd w:val="0"/>
        <w:ind w:right="105"/>
        <w:rPr>
          <w:rFonts w:cs="Arial"/>
          <w:sz w:val="20"/>
          <w:szCs w:val="20"/>
        </w:rPr>
      </w:pPr>
    </w:p>
    <w:p w14:paraId="485A2CBC" w14:textId="280653EB" w:rsidR="00E8370B" w:rsidRPr="00156C37" w:rsidRDefault="00E8370B" w:rsidP="00156C37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8"/>
          <w:szCs w:val="18"/>
        </w:rPr>
      </w:pPr>
      <w:r w:rsidRPr="00156C37">
        <w:rPr>
          <w:rFonts w:cs="Arial"/>
          <w:i/>
          <w:sz w:val="18"/>
          <w:szCs w:val="18"/>
        </w:rPr>
        <w:t>(nazwa (firma), dokładny adres Wykonawcy / Wykonawców)</w:t>
      </w:r>
    </w:p>
    <w:p w14:paraId="06F0E503" w14:textId="7865C767" w:rsidR="001534E4" w:rsidRDefault="00E8370B" w:rsidP="00156C37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8"/>
          <w:szCs w:val="18"/>
          <w:u w:val="single"/>
          <w:lang w:val="x-none" w:eastAsia="x-none"/>
        </w:rPr>
      </w:pPr>
      <w:r w:rsidRPr="00156C37">
        <w:rPr>
          <w:rFonts w:cs="Arial"/>
          <w:i/>
          <w:sz w:val="18"/>
          <w:szCs w:val="18"/>
          <w:lang w:val="x-none" w:eastAsia="x-none"/>
        </w:rPr>
        <w:t xml:space="preserve">(w przypadku składania oferty przez Wykonawców występujących wspólnie podać nazwy (firmy) i dokładne adresy </w:t>
      </w:r>
      <w:r w:rsidRPr="00156C37">
        <w:rPr>
          <w:rFonts w:cs="Arial"/>
          <w:i/>
          <w:sz w:val="18"/>
          <w:szCs w:val="18"/>
          <w:u w:val="single"/>
          <w:lang w:val="x-none" w:eastAsia="x-none"/>
        </w:rPr>
        <w:t>wszystkich wspólników spółki cywilnej lub członków konsorcjum)</w:t>
      </w:r>
    </w:p>
    <w:p w14:paraId="0FEFC4BF" w14:textId="77777777" w:rsidR="00156C37" w:rsidRPr="00156C37" w:rsidRDefault="00156C37" w:rsidP="00156C37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8"/>
          <w:szCs w:val="18"/>
          <w:u w:val="single"/>
          <w:lang w:val="x-none" w:eastAsia="x-none"/>
        </w:rPr>
      </w:pPr>
    </w:p>
    <w:p w14:paraId="4101C00F" w14:textId="3FFCAE26" w:rsidR="004554CE" w:rsidRPr="00156C37" w:rsidRDefault="00240B82" w:rsidP="00156C37">
      <w:pPr>
        <w:spacing w:before="120" w:after="120"/>
        <w:jc w:val="both"/>
        <w:rPr>
          <w:rFonts w:cs="Arial"/>
          <w:sz w:val="22"/>
          <w:szCs w:val="22"/>
        </w:rPr>
      </w:pPr>
      <w:bookmarkStart w:id="1" w:name="_Hlk69241942"/>
      <w:r w:rsidRPr="00156C37">
        <w:rPr>
          <w:rFonts w:cs="Arial"/>
          <w:sz w:val="22"/>
          <w:szCs w:val="22"/>
        </w:rPr>
        <w:t>Nawiązując do ogłoszenia</w:t>
      </w:r>
      <w:r w:rsidR="00FB306E" w:rsidRPr="00156C37">
        <w:rPr>
          <w:rFonts w:cs="Arial"/>
          <w:sz w:val="22"/>
          <w:szCs w:val="22"/>
        </w:rPr>
        <w:t xml:space="preserve"> o zamówieniu</w:t>
      </w:r>
      <w:r w:rsidRPr="00156C37">
        <w:rPr>
          <w:rFonts w:cs="Arial"/>
          <w:sz w:val="22"/>
          <w:szCs w:val="22"/>
        </w:rPr>
        <w:t xml:space="preserve"> </w:t>
      </w:r>
      <w:r w:rsidR="00FB306E" w:rsidRPr="00156C37">
        <w:rPr>
          <w:rFonts w:cs="Arial"/>
          <w:sz w:val="22"/>
          <w:szCs w:val="22"/>
        </w:rPr>
        <w:t xml:space="preserve"> </w:t>
      </w:r>
      <w:r w:rsidRPr="00156C37">
        <w:rPr>
          <w:rFonts w:cs="Arial"/>
          <w:sz w:val="22"/>
          <w:szCs w:val="22"/>
        </w:rPr>
        <w:t>pn.</w:t>
      </w:r>
      <w:bookmarkEnd w:id="1"/>
      <w:r w:rsidR="00156C37" w:rsidRPr="00156C37">
        <w:rPr>
          <w:rFonts w:cs="Arial"/>
          <w:sz w:val="22"/>
          <w:szCs w:val="22"/>
        </w:rPr>
        <w:t xml:space="preserve"> </w:t>
      </w:r>
      <w:r w:rsidR="004554CE" w:rsidRPr="00156C37">
        <w:rPr>
          <w:b/>
          <w:bCs/>
          <w:sz w:val="22"/>
          <w:szCs w:val="22"/>
        </w:rPr>
        <w:t>Dostawia/zakup samochodu ciężarowego do 3,5 tony typu Furgon przystosowanego do przewozu osób oraz transportu sprzętu na potrzeby realizacji ustawowych zadań związanych z ochroną ludności i obroną cywilną.</w:t>
      </w:r>
    </w:p>
    <w:p w14:paraId="6CC446D6" w14:textId="77777777" w:rsidR="00156C37" w:rsidRDefault="00A43EF9" w:rsidP="008771C7">
      <w:pPr>
        <w:jc w:val="both"/>
        <w:rPr>
          <w:b/>
          <w:sz w:val="22"/>
          <w:szCs w:val="22"/>
        </w:rPr>
      </w:pPr>
      <w:r w:rsidRPr="00156C37">
        <w:rPr>
          <w:b/>
          <w:sz w:val="22"/>
          <w:szCs w:val="22"/>
        </w:rPr>
        <w:t xml:space="preserve">                        </w:t>
      </w:r>
    </w:p>
    <w:p w14:paraId="158360F5" w14:textId="77777777" w:rsidR="00156C37" w:rsidRDefault="00156C37" w:rsidP="008771C7">
      <w:pPr>
        <w:jc w:val="both"/>
        <w:rPr>
          <w:b/>
          <w:sz w:val="22"/>
          <w:szCs w:val="22"/>
        </w:rPr>
      </w:pPr>
    </w:p>
    <w:p w14:paraId="55A6CD67" w14:textId="77777777" w:rsidR="00156C37" w:rsidRDefault="00156C37" w:rsidP="008771C7">
      <w:pPr>
        <w:jc w:val="both"/>
        <w:rPr>
          <w:b/>
          <w:sz w:val="22"/>
          <w:szCs w:val="22"/>
        </w:rPr>
      </w:pPr>
    </w:p>
    <w:p w14:paraId="02E188DB" w14:textId="77777777" w:rsidR="00156C37" w:rsidRDefault="00156C37" w:rsidP="008771C7">
      <w:pPr>
        <w:jc w:val="both"/>
        <w:rPr>
          <w:b/>
          <w:sz w:val="22"/>
          <w:szCs w:val="22"/>
        </w:rPr>
      </w:pPr>
    </w:p>
    <w:p w14:paraId="77785376" w14:textId="77777777" w:rsidR="00156C37" w:rsidRDefault="00156C37" w:rsidP="008771C7">
      <w:pPr>
        <w:jc w:val="both"/>
        <w:rPr>
          <w:b/>
          <w:sz w:val="22"/>
          <w:szCs w:val="22"/>
        </w:rPr>
      </w:pPr>
    </w:p>
    <w:p w14:paraId="3EB0DB75" w14:textId="214BE40C" w:rsidR="008771C7" w:rsidRPr="00156C37" w:rsidRDefault="00A43EF9" w:rsidP="008771C7">
      <w:pPr>
        <w:jc w:val="both"/>
        <w:rPr>
          <w:rFonts w:cs="Arial"/>
          <w:bCs/>
          <w:i/>
          <w:iCs/>
          <w:sz w:val="22"/>
          <w:szCs w:val="22"/>
        </w:rPr>
      </w:pPr>
      <w:r w:rsidRPr="00156C37">
        <w:rPr>
          <w:b/>
          <w:sz w:val="22"/>
          <w:szCs w:val="22"/>
        </w:rPr>
        <w:t xml:space="preserve">                                                        </w:t>
      </w:r>
      <w:r w:rsidR="00986808" w:rsidRPr="00156C37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986808" w:rsidRPr="00156C37">
        <w:rPr>
          <w:b/>
          <w:color w:val="FF0000"/>
          <w:sz w:val="22"/>
          <w:szCs w:val="22"/>
        </w:rPr>
        <w:t xml:space="preserve">        </w:t>
      </w:r>
      <w:r w:rsidR="00986808" w:rsidRPr="00156C37">
        <w:rPr>
          <w:b/>
          <w:sz w:val="22"/>
          <w:szCs w:val="22"/>
        </w:rPr>
        <w:t xml:space="preserve">                                                                                                                 </w:t>
      </w:r>
      <w:r w:rsidR="00E534EC" w:rsidRPr="00156C37">
        <w:rPr>
          <w:rFonts w:cs="Arial"/>
          <w:bCs/>
          <w:i/>
          <w:iCs/>
          <w:sz w:val="22"/>
          <w:szCs w:val="22"/>
        </w:rPr>
        <w:t xml:space="preserve">             </w:t>
      </w:r>
    </w:p>
    <w:p w14:paraId="21DFEFFF" w14:textId="14D23585" w:rsidR="008771C7" w:rsidRPr="00156C37" w:rsidRDefault="008771C7" w:rsidP="008771C7">
      <w:pPr>
        <w:ind w:right="-1"/>
        <w:jc w:val="both"/>
        <w:rPr>
          <w:rFonts w:cs="Arial"/>
          <w:sz w:val="22"/>
          <w:szCs w:val="22"/>
        </w:rPr>
      </w:pPr>
      <w:r w:rsidRPr="00156C37">
        <w:rPr>
          <w:rFonts w:cs="Arial"/>
          <w:sz w:val="22"/>
          <w:szCs w:val="22"/>
        </w:rPr>
        <w:lastRenderedPageBreak/>
        <w:t>oferujemy wykonanie przedmiotu zamówienia w zakresie określonym w Specyfikacji Warunków Zamówienia, zgodnie z opisem przedmiotu zamówienia na następujących warunkach zamówienia:</w:t>
      </w:r>
    </w:p>
    <w:p w14:paraId="2706D0F8" w14:textId="77777777" w:rsidR="008771C7" w:rsidRPr="00156C37" w:rsidRDefault="008771C7" w:rsidP="008771C7">
      <w:pPr>
        <w:ind w:right="-1"/>
        <w:jc w:val="both"/>
        <w:rPr>
          <w:rFonts w:ascii="Calibri Light" w:hAnsi="Calibri Light" w:cs="Calibri Light"/>
          <w:b/>
          <w:bCs/>
          <w:i/>
          <w:sz w:val="22"/>
          <w:szCs w:val="22"/>
        </w:rPr>
      </w:pPr>
    </w:p>
    <w:p w14:paraId="2E517B45" w14:textId="77777777" w:rsidR="00656A6E" w:rsidRDefault="008771C7" w:rsidP="004554CE">
      <w:pPr>
        <w:spacing w:after="240" w:line="276" w:lineRule="auto"/>
        <w:ind w:right="232"/>
        <w:rPr>
          <w:rFonts w:cs="Arial"/>
          <w:b/>
          <w:bCs/>
          <w:sz w:val="22"/>
          <w:szCs w:val="22"/>
        </w:rPr>
      </w:pPr>
      <w:bookmarkStart w:id="2" w:name="_Hlk195105287"/>
      <w:r w:rsidRPr="00156C37">
        <w:rPr>
          <w:rFonts w:cs="Arial"/>
          <w:b/>
          <w:bCs/>
          <w:sz w:val="22"/>
          <w:szCs w:val="22"/>
        </w:rPr>
        <w:t>Całkowita cena: wartość brutto:</w:t>
      </w:r>
    </w:p>
    <w:p w14:paraId="2D8D6414" w14:textId="77777777" w:rsidR="00656A6E" w:rsidRDefault="00656A6E" w:rsidP="004554CE">
      <w:pPr>
        <w:spacing w:after="240" w:line="276" w:lineRule="auto"/>
        <w:ind w:right="232"/>
        <w:rPr>
          <w:rFonts w:cs="Arial"/>
          <w:b/>
          <w:bCs/>
          <w:sz w:val="22"/>
          <w:szCs w:val="22"/>
        </w:rPr>
      </w:pPr>
    </w:p>
    <w:p w14:paraId="44440EAB" w14:textId="2E1DFAEE" w:rsidR="008771C7" w:rsidRPr="00156C37" w:rsidRDefault="00656A6E" w:rsidP="004554CE">
      <w:pPr>
        <w:spacing w:after="240" w:line="276" w:lineRule="auto"/>
        <w:ind w:right="232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  <w:r w:rsidR="008771C7" w:rsidRPr="00156C37">
        <w:rPr>
          <w:rFonts w:cs="Arial"/>
          <w:b/>
          <w:bCs/>
          <w:sz w:val="22"/>
          <w:szCs w:val="22"/>
        </w:rPr>
        <w:t>zł</w:t>
      </w:r>
    </w:p>
    <w:p w14:paraId="0726C18B" w14:textId="51DF7710" w:rsidR="00156C37" w:rsidRDefault="008771C7" w:rsidP="004554CE">
      <w:pPr>
        <w:spacing w:after="240"/>
        <w:ind w:right="232"/>
        <w:rPr>
          <w:rFonts w:cs="Arial"/>
          <w:sz w:val="22"/>
          <w:szCs w:val="22"/>
        </w:rPr>
      </w:pPr>
      <w:r w:rsidRPr="00156C37">
        <w:rPr>
          <w:rFonts w:cs="Arial"/>
          <w:sz w:val="22"/>
          <w:szCs w:val="22"/>
        </w:rPr>
        <w:t xml:space="preserve">(słownie: </w:t>
      </w:r>
    </w:p>
    <w:p w14:paraId="077AD28D" w14:textId="00E31F46" w:rsidR="00656A6E" w:rsidRPr="00156C37" w:rsidRDefault="00656A6E" w:rsidP="004554CE">
      <w:pPr>
        <w:spacing w:after="240"/>
        <w:ind w:right="23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                                                                                                      )</w:t>
      </w:r>
    </w:p>
    <w:p w14:paraId="585B37AA" w14:textId="04E770FD" w:rsidR="00156C37" w:rsidRPr="00156C37" w:rsidRDefault="00156C37" w:rsidP="00156C37">
      <w:pPr>
        <w:jc w:val="both"/>
        <w:rPr>
          <w:rFonts w:cs="Arial"/>
          <w:bCs/>
          <w:sz w:val="22"/>
          <w:szCs w:val="22"/>
        </w:rPr>
      </w:pPr>
      <w:r w:rsidRPr="00156C37">
        <w:rPr>
          <w:rFonts w:cs="Arial"/>
          <w:bCs/>
          <w:sz w:val="22"/>
          <w:szCs w:val="22"/>
        </w:rPr>
        <w:t>Cena oferty brutto stanowi całkowite wynagrodzenie Wykonawcy, uwzględniające wszystkie koszty związane z realizacją przedmiotu zamówienia zgodnie z niniejszą SWZ.</w:t>
      </w:r>
    </w:p>
    <w:p w14:paraId="798A4F27" w14:textId="6D2740E0" w:rsidR="008771C7" w:rsidRPr="00156C37" w:rsidRDefault="004554CE" w:rsidP="004554CE">
      <w:pPr>
        <w:spacing w:after="240"/>
        <w:ind w:right="232"/>
        <w:rPr>
          <w:rFonts w:cs="Arial"/>
          <w:sz w:val="22"/>
          <w:szCs w:val="22"/>
        </w:rPr>
      </w:pPr>
      <w:r w:rsidRPr="00156C37">
        <w:rPr>
          <w:rFonts w:cs="Arial"/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14:paraId="4A0B9710" w14:textId="2B2780AC" w:rsidR="008771C7" w:rsidRPr="00156C37" w:rsidRDefault="008771C7" w:rsidP="004554CE">
      <w:pPr>
        <w:spacing w:after="60" w:line="276" w:lineRule="auto"/>
        <w:ind w:right="231"/>
        <w:jc w:val="both"/>
        <w:rPr>
          <w:rFonts w:cs="Arial"/>
          <w:b/>
          <w:bCs/>
          <w:sz w:val="22"/>
          <w:szCs w:val="22"/>
        </w:rPr>
      </w:pPr>
      <w:r w:rsidRPr="00156C37">
        <w:rPr>
          <w:rFonts w:cs="Arial"/>
          <w:b/>
          <w:bCs/>
          <w:sz w:val="22"/>
          <w:szCs w:val="22"/>
        </w:rPr>
        <w:t xml:space="preserve">Oświadczam/y, że Gwarancja mechaniczna /na zespoły i podzespoły mechaniczne (G) będzie wynosić ………………………………...….... </w:t>
      </w:r>
      <w:r w:rsidR="004554CE" w:rsidRPr="00156C37">
        <w:rPr>
          <w:rFonts w:cs="Arial"/>
          <w:b/>
          <w:bCs/>
          <w:sz w:val="22"/>
          <w:szCs w:val="22"/>
        </w:rPr>
        <w:t>…………………..</w:t>
      </w:r>
      <w:r w:rsidRPr="00156C37">
        <w:rPr>
          <w:rFonts w:cs="Arial"/>
          <w:b/>
          <w:bCs/>
          <w:sz w:val="22"/>
          <w:szCs w:val="22"/>
        </w:rPr>
        <w:t>** miesięcy</w:t>
      </w:r>
      <w:bookmarkEnd w:id="2"/>
      <w:r w:rsidRPr="00156C37">
        <w:rPr>
          <w:rFonts w:cs="Arial"/>
          <w:b/>
          <w:bCs/>
          <w:sz w:val="22"/>
          <w:szCs w:val="22"/>
        </w:rPr>
        <w:t xml:space="preserve"> (WPISAĆ)</w:t>
      </w:r>
    </w:p>
    <w:p w14:paraId="5F7C5D7D" w14:textId="77777777" w:rsidR="004554CE" w:rsidRPr="00156C37" w:rsidRDefault="004554CE" w:rsidP="004554CE">
      <w:pPr>
        <w:ind w:right="231"/>
        <w:jc w:val="both"/>
        <w:rPr>
          <w:rFonts w:cs="Arial"/>
          <w:sz w:val="22"/>
          <w:szCs w:val="22"/>
          <w:u w:val="single"/>
        </w:rPr>
      </w:pPr>
    </w:p>
    <w:p w14:paraId="5A917F82" w14:textId="53937D92" w:rsidR="004554CE" w:rsidRPr="004554CE" w:rsidRDefault="004554CE" w:rsidP="004554CE">
      <w:pPr>
        <w:ind w:right="231"/>
        <w:jc w:val="both"/>
        <w:rPr>
          <w:rFonts w:cs="Arial"/>
          <w:sz w:val="22"/>
          <w:szCs w:val="22"/>
          <w:u w:val="single"/>
        </w:rPr>
      </w:pPr>
      <w:r w:rsidRPr="004554CE">
        <w:rPr>
          <w:rFonts w:cs="Arial"/>
          <w:sz w:val="22"/>
          <w:szCs w:val="22"/>
          <w:u w:val="single"/>
        </w:rPr>
        <w:t>(słownie</w:t>
      </w:r>
      <w:r w:rsidRPr="00156C37">
        <w:rPr>
          <w:rFonts w:cs="Arial"/>
          <w:sz w:val="22"/>
          <w:szCs w:val="22"/>
          <w:u w:val="single"/>
        </w:rPr>
        <w:t xml:space="preserve"> ilość miesięcy : </w:t>
      </w:r>
    </w:p>
    <w:p w14:paraId="6263FB85" w14:textId="77777777" w:rsidR="008771C7" w:rsidRPr="00156C37" w:rsidRDefault="008771C7" w:rsidP="008771C7">
      <w:pPr>
        <w:ind w:right="231"/>
        <w:jc w:val="both"/>
        <w:rPr>
          <w:rFonts w:cs="Arial"/>
          <w:b/>
          <w:bCs/>
          <w:sz w:val="20"/>
          <w:szCs w:val="20"/>
        </w:rPr>
      </w:pPr>
    </w:p>
    <w:p w14:paraId="07773897" w14:textId="77777777" w:rsidR="004554CE" w:rsidRPr="00156C37" w:rsidRDefault="004554CE" w:rsidP="008771C7">
      <w:pPr>
        <w:ind w:right="231"/>
        <w:jc w:val="both"/>
        <w:rPr>
          <w:rFonts w:cs="Arial"/>
          <w:b/>
          <w:bCs/>
          <w:sz w:val="20"/>
          <w:szCs w:val="20"/>
        </w:rPr>
      </w:pPr>
    </w:p>
    <w:p w14:paraId="30B514E8" w14:textId="77777777" w:rsidR="008771C7" w:rsidRPr="00156C37" w:rsidRDefault="008771C7" w:rsidP="008771C7">
      <w:pPr>
        <w:ind w:left="10"/>
        <w:jc w:val="both"/>
        <w:rPr>
          <w:rFonts w:cs="Arial"/>
          <w:b/>
          <w:bCs/>
          <w:i/>
          <w:iCs/>
          <w:sz w:val="20"/>
          <w:szCs w:val="20"/>
        </w:rPr>
      </w:pPr>
      <w:r w:rsidRPr="00156C37">
        <w:rPr>
          <w:rFonts w:cs="Arial"/>
          <w:b/>
          <w:bCs/>
          <w:i/>
          <w:iCs/>
          <w:sz w:val="20"/>
          <w:szCs w:val="20"/>
        </w:rPr>
        <w:t>* Odpowiednie uzupełnić</w:t>
      </w:r>
    </w:p>
    <w:p w14:paraId="2DEFCEDD" w14:textId="77777777" w:rsidR="008771C7" w:rsidRPr="00BA4257" w:rsidRDefault="008771C7" w:rsidP="008771C7">
      <w:pPr>
        <w:ind w:left="10"/>
        <w:jc w:val="both"/>
        <w:rPr>
          <w:rFonts w:cs="Arial"/>
          <w:i/>
          <w:sz w:val="20"/>
          <w:szCs w:val="20"/>
          <w:u w:val="single"/>
        </w:rPr>
      </w:pPr>
      <w:r w:rsidRPr="00BA4257">
        <w:rPr>
          <w:rFonts w:cs="Arial"/>
          <w:i/>
          <w:sz w:val="20"/>
          <w:szCs w:val="20"/>
          <w:u w:val="single"/>
        </w:rPr>
        <w:t xml:space="preserve"> **Oferowany przez Wykonawcę okres gwarancji nie może być krótszy niż 24 miesiące – minimalnie wymagane.</w:t>
      </w:r>
    </w:p>
    <w:p w14:paraId="4D4FA30B" w14:textId="77777777" w:rsidR="00156C37" w:rsidRDefault="00156C37" w:rsidP="000C2176">
      <w:pPr>
        <w:jc w:val="both"/>
        <w:rPr>
          <w:rFonts w:cs="Arial"/>
          <w:bCs/>
          <w:sz w:val="20"/>
          <w:szCs w:val="20"/>
        </w:rPr>
      </w:pPr>
    </w:p>
    <w:p w14:paraId="7C2BAF2F" w14:textId="5C1DDB0C" w:rsidR="00734C83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62EDBADC" w14:textId="4F45E941" w:rsidR="00734C83" w:rsidRPr="00D46848" w:rsidRDefault="003934F9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 w:rsidR="00EF4FA9">
        <w:rPr>
          <w:rFonts w:cs="Arial"/>
          <w:sz w:val="20"/>
          <w:szCs w:val="20"/>
        </w:rPr>
        <w:t>e szczegółowym opisem przedmiotu zamówienia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="00EF4FA9">
        <w:rPr>
          <w:rFonts w:cs="Arial"/>
          <w:sz w:val="20"/>
          <w:szCs w:val="20"/>
        </w:rPr>
        <w:t>.</w:t>
      </w:r>
    </w:p>
    <w:p w14:paraId="285E57F4" w14:textId="308698D6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11CBC07D" w14:textId="1B0ADD75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0C1BD6F2" w14:textId="6B9ECF6D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A2C694F" w14:textId="75AA488A" w:rsidR="00D46848" w:rsidRPr="008B01DF" w:rsidRDefault="000C2176" w:rsidP="008B01D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70ACED47" w14:textId="32682DC8" w:rsidR="00602CFD" w:rsidRDefault="000C2176" w:rsidP="00602CFD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197EB024" w14:textId="163E0E77" w:rsidR="006628AC" w:rsidRDefault="006628AC" w:rsidP="006628AC">
      <w:pPr>
        <w:spacing w:line="360" w:lineRule="auto"/>
        <w:ind w:left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dotyczy części nr……</w:t>
      </w:r>
    </w:p>
    <w:p w14:paraId="49B852D2" w14:textId="77777777" w:rsidR="000C2176" w:rsidRDefault="000C2176">
      <w:pPr>
        <w:numPr>
          <w:ilvl w:val="3"/>
          <w:numId w:val="3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bookmarkStart w:id="3" w:name="_Hlk104381177"/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866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"/>
        <w:gridCol w:w="1449"/>
        <w:gridCol w:w="2512"/>
        <w:gridCol w:w="2006"/>
        <w:gridCol w:w="2298"/>
      </w:tblGrid>
      <w:tr w:rsidR="002414C2" w:rsidRPr="007B1C9D" w14:paraId="14141CB8" w14:textId="77777777" w:rsidTr="002414C2">
        <w:trPr>
          <w:trHeight w:val="557"/>
          <w:jc w:val="center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F4E2E43" w14:textId="77777777" w:rsidR="002414C2" w:rsidRPr="007B1C9D" w:rsidRDefault="002414C2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551905D" w14:textId="77777777" w:rsidR="002414C2" w:rsidRPr="007B1C9D" w:rsidRDefault="002414C2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151C1954" w14:textId="77777777" w:rsidR="002414C2" w:rsidRPr="007B1C9D" w:rsidRDefault="002414C2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0467429F" w14:textId="77777777" w:rsidR="002414C2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  <w:p w14:paraId="30D2A41F" w14:textId="2B6CB4F7" w:rsidR="002414C2" w:rsidRPr="007B1C9D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>
              <w:rPr>
                <w:rFonts w:eastAsia="MS Mincho" w:cs="Arial"/>
                <w:b/>
                <w:sz w:val="18"/>
                <w:szCs w:val="18"/>
                <w:lang w:eastAsia="ar-SA"/>
              </w:rPr>
              <w:t>Numer części zamówienia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2046150" w14:textId="467926CF" w:rsidR="002414C2" w:rsidRPr="007B1C9D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1623F0" w14:textId="77777777" w:rsidR="002414C2" w:rsidRPr="007B1C9D" w:rsidRDefault="002414C2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6D7AFD" w14:textId="77777777" w:rsidR="002414C2" w:rsidRPr="007B1C9D" w:rsidRDefault="002414C2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2414C2" w:rsidRPr="007B1C9D" w14:paraId="099645EE" w14:textId="77777777" w:rsidTr="002414C2">
        <w:trPr>
          <w:trHeight w:val="118"/>
          <w:jc w:val="center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29E8C65" w14:textId="77777777" w:rsidR="002414C2" w:rsidRPr="000C2176" w:rsidRDefault="002414C2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14:paraId="3EB992BD" w14:textId="77777777" w:rsidR="002414C2" w:rsidRPr="000C2176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7CD874" w14:textId="1BEF19B2" w:rsidR="002414C2" w:rsidRPr="000C2176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B88CB36" w14:textId="77777777" w:rsidR="002414C2" w:rsidRPr="000C2176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9E88DD8" w14:textId="77777777" w:rsidR="002414C2" w:rsidRPr="000C2176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2414C2" w:rsidRPr="007B1C9D" w14:paraId="0C418C51" w14:textId="77777777" w:rsidTr="002414C2">
        <w:trPr>
          <w:trHeight w:val="444"/>
          <w:jc w:val="center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056040" w14:textId="39B0F470" w:rsidR="002414C2" w:rsidRPr="007B1C9D" w:rsidRDefault="002414C2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7CF4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A5836" w14:textId="703F24AA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6C4BE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7E8C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2414C2" w:rsidRPr="007B1C9D" w14:paraId="2FAB72AF" w14:textId="77777777" w:rsidTr="002414C2">
        <w:trPr>
          <w:trHeight w:val="423"/>
          <w:jc w:val="center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B0AF88" w14:textId="549E3B23" w:rsidR="002414C2" w:rsidRPr="007B1C9D" w:rsidRDefault="002414C2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BBD7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ABF69" w14:textId="46BC6565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DF22A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018FE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5F5B761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A08AC03" w14:textId="4E6FAE96" w:rsidR="005144B6" w:rsidRPr="00D46848" w:rsidRDefault="000C2176">
      <w:pPr>
        <w:numPr>
          <w:ilvl w:val="3"/>
          <w:numId w:val="3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bookmarkEnd w:id="3"/>
    <w:p w14:paraId="07BF94B0" w14:textId="77777777" w:rsidR="00602CFD" w:rsidRDefault="00602CFD" w:rsidP="000C2176">
      <w:pPr>
        <w:suppressAutoHyphens/>
        <w:jc w:val="both"/>
        <w:rPr>
          <w:rFonts w:cs="Arial"/>
          <w:sz w:val="20"/>
          <w:szCs w:val="20"/>
        </w:rPr>
      </w:pPr>
    </w:p>
    <w:p w14:paraId="0662A848" w14:textId="77777777" w:rsidR="00156C37" w:rsidRDefault="00156C37" w:rsidP="000C2176">
      <w:pPr>
        <w:suppressAutoHyphens/>
        <w:jc w:val="both"/>
        <w:rPr>
          <w:rFonts w:cs="Arial"/>
          <w:sz w:val="20"/>
          <w:szCs w:val="20"/>
        </w:rPr>
      </w:pPr>
    </w:p>
    <w:p w14:paraId="1228E614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460F4B4E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3C8D876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5B24FAA3" w14:textId="2FDC9160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1E95BC7A" w14:textId="77777777" w:rsidR="006628AC" w:rsidRDefault="006628AC" w:rsidP="000C2176">
      <w:pPr>
        <w:rPr>
          <w:rFonts w:cs="Arial"/>
          <w:i/>
          <w:sz w:val="16"/>
          <w:szCs w:val="16"/>
        </w:rPr>
      </w:pPr>
    </w:p>
    <w:p w14:paraId="630263A8" w14:textId="77777777" w:rsidR="006628AC" w:rsidRDefault="006628AC" w:rsidP="000C2176">
      <w:pPr>
        <w:rPr>
          <w:rFonts w:cs="Arial"/>
          <w:i/>
          <w:sz w:val="16"/>
          <w:szCs w:val="16"/>
        </w:rPr>
      </w:pPr>
    </w:p>
    <w:p w14:paraId="7E28F405" w14:textId="77777777" w:rsidR="006628AC" w:rsidRDefault="006628AC" w:rsidP="000C2176">
      <w:pPr>
        <w:rPr>
          <w:rFonts w:cs="Arial"/>
          <w:i/>
          <w:sz w:val="16"/>
          <w:szCs w:val="16"/>
        </w:rPr>
      </w:pPr>
    </w:p>
    <w:p w14:paraId="641F9852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2B236226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4D3BAA55" w14:textId="77777777" w:rsidR="00D9309F" w:rsidRDefault="00D9309F" w:rsidP="00156C37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48E99BCC" w14:textId="77777777" w:rsidR="00D9309F" w:rsidRPr="002A6B66" w:rsidRDefault="00D9309F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B4A57C5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52F67367" w14:textId="77777777" w:rsidR="002F3FDF" w:rsidRPr="001572B0" w:rsidRDefault="002F3FDF" w:rsidP="001572B0">
      <w:pPr>
        <w:rPr>
          <w:rFonts w:cs="Arial"/>
          <w:sz w:val="20"/>
          <w:szCs w:val="20"/>
        </w:rPr>
      </w:pPr>
    </w:p>
    <w:p w14:paraId="2F59153E" w14:textId="6D82E6E4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</w:t>
      </w:r>
    </w:p>
    <w:p w14:paraId="2CBACC05" w14:textId="7A563A66" w:rsidR="00410401" w:rsidRPr="00A43EF9" w:rsidRDefault="00E8370B" w:rsidP="00A43EF9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D46848">
        <w:rPr>
          <w:rFonts w:cs="Arial"/>
          <w:sz w:val="20"/>
          <w:szCs w:val="20"/>
        </w:rPr>
        <w:t xml:space="preserve">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E4C68A1" w14:textId="2C3E7E04" w:rsidR="00410401" w:rsidRDefault="00410401" w:rsidP="00E8370B">
      <w:pPr>
        <w:pStyle w:val="Akapitzlist"/>
        <w:rPr>
          <w:rFonts w:cs="Arial"/>
          <w:b/>
          <w:sz w:val="20"/>
          <w:szCs w:val="20"/>
        </w:rPr>
      </w:pPr>
    </w:p>
    <w:p w14:paraId="74752296" w14:textId="77777777" w:rsidR="00792C76" w:rsidRDefault="00792C76" w:rsidP="00E8370B">
      <w:pPr>
        <w:pStyle w:val="Akapitzlist"/>
        <w:rPr>
          <w:rFonts w:cs="Arial"/>
          <w:b/>
          <w:sz w:val="20"/>
          <w:szCs w:val="20"/>
        </w:rPr>
      </w:pPr>
    </w:p>
    <w:p w14:paraId="0711D7AF" w14:textId="7DAE5A79" w:rsidR="000C2176" w:rsidRPr="00A43EF9" w:rsidRDefault="000C2176" w:rsidP="00A43EF9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5BCD050B" w14:textId="220608FB" w:rsidR="002729C6" w:rsidRPr="00156C37" w:rsidRDefault="00156C37">
      <w:pPr>
        <w:pStyle w:val="Akapitzlist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color w:val="EE0000"/>
          <w:sz w:val="20"/>
          <w:szCs w:val="20"/>
        </w:rPr>
      </w:pPr>
      <w:r w:rsidRPr="00156C37">
        <w:rPr>
          <w:rFonts w:cs="Arial"/>
          <w:b/>
          <w:bCs/>
          <w:color w:val="EE0000"/>
          <w:sz w:val="20"/>
          <w:szCs w:val="20"/>
        </w:rPr>
        <w:t>Specyfikacja techniczno - użytkowa przedmiotu zamówienia</w:t>
      </w:r>
    </w:p>
    <w:p w14:paraId="7B964B2E" w14:textId="77777777" w:rsidR="009D16A1" w:rsidRDefault="009D16A1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31B6F140" w14:textId="77777777" w:rsidR="00156C37" w:rsidRDefault="00156C3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5D4D07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604E37A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3B9D404" w14:textId="77777777" w:rsidR="00704485" w:rsidRPr="004B1992" w:rsidRDefault="00704485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7B0768D4" w14:textId="77777777" w:rsidR="00704485" w:rsidRPr="004B1992" w:rsidRDefault="00704485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664D82E0" w14:textId="77777777" w:rsidR="00704485" w:rsidRPr="004B1992" w:rsidRDefault="00704485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6A2C0F0" w14:textId="77777777" w:rsidR="00704485" w:rsidRPr="00930251" w:rsidRDefault="00704485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6CD090C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184FEB9B" w14:textId="77777777" w:rsidR="000C2176" w:rsidRPr="004B1992" w:rsidRDefault="000C2176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3A707800" w14:textId="380EBFF5" w:rsidR="000C2176" w:rsidRPr="00D46848" w:rsidRDefault="000C2176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7B86A33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48CEE3F8" w14:textId="77777777" w:rsidR="000C2176" w:rsidRPr="004B1992" w:rsidRDefault="000C2176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40C78D6" w14:textId="77777777" w:rsidR="000C2176" w:rsidRPr="00912B61" w:rsidRDefault="000C2176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D84781E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4E00F096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151A9498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7C3467D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973F6E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0D3354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1AF1A2A" w14:textId="49404CA3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2C8E527" w14:textId="300BDE23" w:rsidR="00410401" w:rsidRDefault="00410401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2E3A2DC7" w14:textId="77777777" w:rsidR="00156C37" w:rsidRDefault="00156C37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2199142C" w14:textId="77777777" w:rsidR="00156C37" w:rsidRDefault="00156C37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20E98003" w14:textId="77777777" w:rsidR="00156C37" w:rsidRDefault="00156C37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255BDCE" w14:textId="77777777" w:rsidR="00410401" w:rsidRPr="004B1992" w:rsidRDefault="00410401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458B9A6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17AEE611" w14:textId="7C14E91F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41040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C615ED">
      <w:headerReference w:type="first" r:id="rId7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9934" w14:textId="77777777" w:rsidR="008673D4" w:rsidRDefault="008673D4">
      <w:r>
        <w:separator/>
      </w:r>
    </w:p>
  </w:endnote>
  <w:endnote w:type="continuationSeparator" w:id="0">
    <w:p w14:paraId="1F58145E" w14:textId="77777777" w:rsidR="008673D4" w:rsidRDefault="0086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D5FB2" w14:textId="77777777" w:rsidR="008673D4" w:rsidRDefault="008673D4">
      <w:bookmarkStart w:id="0" w:name="_Hlk136513104"/>
      <w:bookmarkEnd w:id="0"/>
      <w:r>
        <w:separator/>
      </w:r>
    </w:p>
  </w:footnote>
  <w:footnote w:type="continuationSeparator" w:id="0">
    <w:p w14:paraId="4BC8A7A8" w14:textId="77777777" w:rsidR="008673D4" w:rsidRDefault="00867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23D15" w14:textId="07B98722" w:rsidR="007B2500" w:rsidRDefault="007B2500" w:rsidP="00C909B9">
    <w:pPr>
      <w:pStyle w:val="Nagwek"/>
    </w:pPr>
  </w:p>
  <w:p w14:paraId="7381E4D6" w14:textId="353C007E" w:rsidR="00FB306E" w:rsidRDefault="00FB306E" w:rsidP="00FB306E">
    <w:pPr>
      <w:pStyle w:val="Nagwek"/>
      <w:jc w:val="center"/>
      <w:rPr>
        <w:noProof/>
      </w:rPr>
    </w:pPr>
  </w:p>
  <w:p w14:paraId="45E6AC61" w14:textId="36CA0283" w:rsidR="00FB306E" w:rsidRPr="00C909B9" w:rsidRDefault="00FB306E" w:rsidP="002F0A9C">
    <w:pPr>
      <w:pStyle w:val="Nagwek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E77DCF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7DDC22F1"/>
    <w:multiLevelType w:val="hybridMultilevel"/>
    <w:tmpl w:val="715C627E"/>
    <w:lvl w:ilvl="0" w:tplc="84623A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450032">
    <w:abstractNumId w:val="1"/>
  </w:num>
  <w:num w:numId="2" w16cid:durableId="246161166">
    <w:abstractNumId w:val="0"/>
  </w:num>
  <w:num w:numId="3" w16cid:durableId="1145272405">
    <w:abstractNumId w:val="2"/>
  </w:num>
  <w:num w:numId="4" w16cid:durableId="46257727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B4ACF"/>
    <w:rsid w:val="000C2176"/>
    <w:rsid w:val="000D283C"/>
    <w:rsid w:val="000D283E"/>
    <w:rsid w:val="00100DBB"/>
    <w:rsid w:val="00101AD3"/>
    <w:rsid w:val="00112B3D"/>
    <w:rsid w:val="00124D4A"/>
    <w:rsid w:val="00130B23"/>
    <w:rsid w:val="001413F0"/>
    <w:rsid w:val="001467B2"/>
    <w:rsid w:val="001534E4"/>
    <w:rsid w:val="00156C37"/>
    <w:rsid w:val="001572B0"/>
    <w:rsid w:val="001745F6"/>
    <w:rsid w:val="001B210F"/>
    <w:rsid w:val="001B3F20"/>
    <w:rsid w:val="001B77FC"/>
    <w:rsid w:val="001C0967"/>
    <w:rsid w:val="001C7ACF"/>
    <w:rsid w:val="00240B82"/>
    <w:rsid w:val="002414C2"/>
    <w:rsid w:val="00241C1F"/>
    <w:rsid w:val="002425AE"/>
    <w:rsid w:val="00246967"/>
    <w:rsid w:val="00260693"/>
    <w:rsid w:val="002729C6"/>
    <w:rsid w:val="002A5DC7"/>
    <w:rsid w:val="002A6B66"/>
    <w:rsid w:val="002C6347"/>
    <w:rsid w:val="002E6C02"/>
    <w:rsid w:val="002F0A9C"/>
    <w:rsid w:val="002F3FDF"/>
    <w:rsid w:val="00313244"/>
    <w:rsid w:val="00320AAC"/>
    <w:rsid w:val="00325198"/>
    <w:rsid w:val="0035482A"/>
    <w:rsid w:val="003619F2"/>
    <w:rsid w:val="00365820"/>
    <w:rsid w:val="003844E6"/>
    <w:rsid w:val="003865BB"/>
    <w:rsid w:val="003934F9"/>
    <w:rsid w:val="003B72CA"/>
    <w:rsid w:val="003C554F"/>
    <w:rsid w:val="003E3CB7"/>
    <w:rsid w:val="003F331B"/>
    <w:rsid w:val="0040149C"/>
    <w:rsid w:val="00410401"/>
    <w:rsid w:val="00413806"/>
    <w:rsid w:val="00414478"/>
    <w:rsid w:val="00425FF8"/>
    <w:rsid w:val="004268CB"/>
    <w:rsid w:val="004554CE"/>
    <w:rsid w:val="004711F7"/>
    <w:rsid w:val="004861BD"/>
    <w:rsid w:val="00492BD3"/>
    <w:rsid w:val="004B70BD"/>
    <w:rsid w:val="004E0261"/>
    <w:rsid w:val="004E377B"/>
    <w:rsid w:val="00502EAF"/>
    <w:rsid w:val="005144B6"/>
    <w:rsid w:val="0052111D"/>
    <w:rsid w:val="00531FE5"/>
    <w:rsid w:val="00537F26"/>
    <w:rsid w:val="00552AB8"/>
    <w:rsid w:val="005760A9"/>
    <w:rsid w:val="005836D9"/>
    <w:rsid w:val="00592B13"/>
    <w:rsid w:val="00594464"/>
    <w:rsid w:val="005A0BC7"/>
    <w:rsid w:val="005A7E1F"/>
    <w:rsid w:val="005B5249"/>
    <w:rsid w:val="005B546A"/>
    <w:rsid w:val="005C6D87"/>
    <w:rsid w:val="005E1B59"/>
    <w:rsid w:val="005E1CE6"/>
    <w:rsid w:val="005E231A"/>
    <w:rsid w:val="005E6C34"/>
    <w:rsid w:val="005F636A"/>
    <w:rsid w:val="00602CFD"/>
    <w:rsid w:val="00605E80"/>
    <w:rsid w:val="0061438F"/>
    <w:rsid w:val="006225F0"/>
    <w:rsid w:val="00622781"/>
    <w:rsid w:val="006379C4"/>
    <w:rsid w:val="00640BFF"/>
    <w:rsid w:val="00656A6E"/>
    <w:rsid w:val="006628AC"/>
    <w:rsid w:val="00671A51"/>
    <w:rsid w:val="00671F91"/>
    <w:rsid w:val="00675ACE"/>
    <w:rsid w:val="0069621B"/>
    <w:rsid w:val="006B6513"/>
    <w:rsid w:val="006F209E"/>
    <w:rsid w:val="00704485"/>
    <w:rsid w:val="00727F94"/>
    <w:rsid w:val="007337EB"/>
    <w:rsid w:val="00734C83"/>
    <w:rsid w:val="00745D18"/>
    <w:rsid w:val="007706DF"/>
    <w:rsid w:val="00776530"/>
    <w:rsid w:val="00786160"/>
    <w:rsid w:val="00791E8E"/>
    <w:rsid w:val="00792C76"/>
    <w:rsid w:val="007A0109"/>
    <w:rsid w:val="007B2500"/>
    <w:rsid w:val="007B7E0B"/>
    <w:rsid w:val="007C4CF7"/>
    <w:rsid w:val="007D61D6"/>
    <w:rsid w:val="007E1B19"/>
    <w:rsid w:val="007F00A6"/>
    <w:rsid w:val="007F2FD0"/>
    <w:rsid w:val="007F3623"/>
    <w:rsid w:val="00827311"/>
    <w:rsid w:val="00834BB4"/>
    <w:rsid w:val="00835187"/>
    <w:rsid w:val="0083612C"/>
    <w:rsid w:val="00856E3A"/>
    <w:rsid w:val="008673D4"/>
    <w:rsid w:val="008771C7"/>
    <w:rsid w:val="008945D9"/>
    <w:rsid w:val="008A2728"/>
    <w:rsid w:val="008A4979"/>
    <w:rsid w:val="008B01DF"/>
    <w:rsid w:val="008B0FE0"/>
    <w:rsid w:val="008B7A20"/>
    <w:rsid w:val="008C0260"/>
    <w:rsid w:val="009248B3"/>
    <w:rsid w:val="009523F9"/>
    <w:rsid w:val="00964610"/>
    <w:rsid w:val="00986808"/>
    <w:rsid w:val="009A1C2E"/>
    <w:rsid w:val="009B5F2A"/>
    <w:rsid w:val="009D16A1"/>
    <w:rsid w:val="009D71C1"/>
    <w:rsid w:val="009E6376"/>
    <w:rsid w:val="009F2CF0"/>
    <w:rsid w:val="009F2FDA"/>
    <w:rsid w:val="00A04690"/>
    <w:rsid w:val="00A05831"/>
    <w:rsid w:val="00A3200E"/>
    <w:rsid w:val="00A40DD3"/>
    <w:rsid w:val="00A43EF9"/>
    <w:rsid w:val="00A82B09"/>
    <w:rsid w:val="00A8311B"/>
    <w:rsid w:val="00AC2755"/>
    <w:rsid w:val="00AD75B2"/>
    <w:rsid w:val="00B01F08"/>
    <w:rsid w:val="00B16E8F"/>
    <w:rsid w:val="00B30401"/>
    <w:rsid w:val="00B432D9"/>
    <w:rsid w:val="00B6637D"/>
    <w:rsid w:val="00B81819"/>
    <w:rsid w:val="00BA3A75"/>
    <w:rsid w:val="00BA4257"/>
    <w:rsid w:val="00BB76D0"/>
    <w:rsid w:val="00BC363C"/>
    <w:rsid w:val="00BF1314"/>
    <w:rsid w:val="00C2361E"/>
    <w:rsid w:val="00C35FAE"/>
    <w:rsid w:val="00C615ED"/>
    <w:rsid w:val="00C62C24"/>
    <w:rsid w:val="00C635B6"/>
    <w:rsid w:val="00C74595"/>
    <w:rsid w:val="00C909B9"/>
    <w:rsid w:val="00C97F8E"/>
    <w:rsid w:val="00CA20F9"/>
    <w:rsid w:val="00CB7F6F"/>
    <w:rsid w:val="00CC263D"/>
    <w:rsid w:val="00CD32A1"/>
    <w:rsid w:val="00CE005B"/>
    <w:rsid w:val="00CE0898"/>
    <w:rsid w:val="00CF1A4A"/>
    <w:rsid w:val="00D0361A"/>
    <w:rsid w:val="00D30ADD"/>
    <w:rsid w:val="00D33AB2"/>
    <w:rsid w:val="00D43A0D"/>
    <w:rsid w:val="00D46848"/>
    <w:rsid w:val="00D46867"/>
    <w:rsid w:val="00D526F3"/>
    <w:rsid w:val="00D56745"/>
    <w:rsid w:val="00D63A7D"/>
    <w:rsid w:val="00D71582"/>
    <w:rsid w:val="00D82F3D"/>
    <w:rsid w:val="00D9309F"/>
    <w:rsid w:val="00DC733E"/>
    <w:rsid w:val="00DF57BE"/>
    <w:rsid w:val="00E06500"/>
    <w:rsid w:val="00E07AA9"/>
    <w:rsid w:val="00E14E06"/>
    <w:rsid w:val="00E2298C"/>
    <w:rsid w:val="00E353C1"/>
    <w:rsid w:val="00E534EC"/>
    <w:rsid w:val="00E57060"/>
    <w:rsid w:val="00E8370B"/>
    <w:rsid w:val="00E87616"/>
    <w:rsid w:val="00E92047"/>
    <w:rsid w:val="00EA5C16"/>
    <w:rsid w:val="00EE10DE"/>
    <w:rsid w:val="00EE5E35"/>
    <w:rsid w:val="00EF000D"/>
    <w:rsid w:val="00EF4FA9"/>
    <w:rsid w:val="00F545A3"/>
    <w:rsid w:val="00F74332"/>
    <w:rsid w:val="00F75DF3"/>
    <w:rsid w:val="00F907EF"/>
    <w:rsid w:val="00F91BD5"/>
    <w:rsid w:val="00FA2C29"/>
    <w:rsid w:val="00FA60DA"/>
    <w:rsid w:val="00FB306E"/>
    <w:rsid w:val="00FB5706"/>
    <w:rsid w:val="00FC368A"/>
    <w:rsid w:val="00FE0F9C"/>
    <w:rsid w:val="00FE1D64"/>
    <w:rsid w:val="00FE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1FE8D74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2CFD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T_SZ_List Paragraph,Numerowanie,Akapit z listą BS,List Paragraph,zwykły tekst,List Paragraph1,BulletC,normalny tekst,Obiekt,L1,Wyliczanie,Akapit z listą31,Bullets,Wypunktowanie,Akapit z listą5,Bulleted list,Odstavec,Nagłowek 3"/>
    <w:basedOn w:val="Normalny"/>
    <w:link w:val="AkapitzlistZnak"/>
    <w:uiPriority w:val="34"/>
    <w:qFormat/>
    <w:rsid w:val="00552AB8"/>
    <w:pPr>
      <w:ind w:left="720"/>
      <w:contextualSpacing/>
    </w:pPr>
  </w:style>
  <w:style w:type="character" w:customStyle="1" w:styleId="AkapitzlistZnak">
    <w:name w:val="Akapit z listą Znak"/>
    <w:aliases w:val="Preambuła Znak,T_SZ_List Paragraph Znak,Numerowanie Znak,Akapit z listą BS Znak,List Paragraph Znak,zwykły tekst Znak,List Paragraph1 Znak,BulletC Znak,normalny tekst Znak,Obiekt Znak,L1 Znak,Wyliczanie Znak,Akapit z listą31 Znak"/>
    <w:link w:val="Akapitzlist"/>
    <w:uiPriority w:val="34"/>
    <w:rsid w:val="008771C7"/>
    <w:rPr>
      <w:rFonts w:ascii="Arial" w:hAnsi="Arial"/>
      <w:sz w:val="24"/>
      <w:szCs w:val="24"/>
    </w:rPr>
  </w:style>
  <w:style w:type="character" w:customStyle="1" w:styleId="NagwekZnak">
    <w:name w:val="Nagłówek Znak"/>
    <w:link w:val="Nagwek"/>
    <w:uiPriority w:val="99"/>
    <w:rsid w:val="008771C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110</TotalTime>
  <Pages>1</Pages>
  <Words>905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arleta.matusik@gmail.com</cp:lastModifiedBy>
  <cp:revision>30</cp:revision>
  <cp:lastPrinted>2021-04-07T10:36:00Z</cp:lastPrinted>
  <dcterms:created xsi:type="dcterms:W3CDTF">2022-05-25T12:31:00Z</dcterms:created>
  <dcterms:modified xsi:type="dcterms:W3CDTF">2025-09-09T12:47:00Z</dcterms:modified>
</cp:coreProperties>
</file>